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71523">
        <w:rPr>
          <w:rFonts w:ascii="Arial" w:hAnsi="Arial" w:cs="Arial"/>
          <w:b/>
          <w:caps/>
          <w:sz w:val="28"/>
          <w:szCs w:val="28"/>
        </w:rPr>
        <w:t>6</w:t>
      </w:r>
      <w:r w:rsidR="00B40FD1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1032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10326">
              <w:rPr>
                <w:rFonts w:ascii="Arial" w:hAnsi="Arial" w:cs="Arial"/>
                <w:sz w:val="20"/>
                <w:szCs w:val="20"/>
              </w:rPr>
              <w:t xml:space="preserve">Ao Governo do Estado de São Paulo, </w:t>
            </w:r>
            <w:r w:rsidR="006758CA" w:rsidRPr="006758CA">
              <w:rPr>
                <w:rFonts w:ascii="Arial" w:hAnsi="Arial" w:cs="Arial"/>
                <w:sz w:val="20"/>
                <w:szCs w:val="20"/>
              </w:rPr>
              <w:t>solicitando a desobstrução e a reforma dos sistemas para escoamento das águas pluviais e do esgoto na EE Prof. Antonio Martins da Silva, situada na Rua Santo Ivo, nº 368, no Bairro Cidade Salvador, neste Município.</w:t>
            </w:r>
            <w:r w:rsidR="00503037" w:rsidRPr="005030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10326" w:rsidRPr="00510326">
        <w:rPr>
          <w:rFonts w:ascii="Arial" w:hAnsi="Arial" w:cs="Arial"/>
        </w:rPr>
        <w:t xml:space="preserve">ao Governo do Estado de São Paulo </w:t>
      </w:r>
      <w:r w:rsidR="006758CA" w:rsidRPr="006758CA">
        <w:rPr>
          <w:rFonts w:ascii="Arial" w:hAnsi="Arial" w:cs="Arial"/>
        </w:rPr>
        <w:t>solicitando a desobstrução e a reforma dos sistemas para escoamento das águas pluviais e do esgoto na EE Prof. Antonio Martins da Silva, situada na Rua Santo Ivo, nº 368, no Bairro Cidade Salvador, neste Município.</w:t>
      </w:r>
    </w:p>
    <w:p w:rsidR="00503037" w:rsidRDefault="0006309E" w:rsidP="006758C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referida unidade de ensino </w:t>
      </w:r>
      <w:r w:rsidRPr="0006309E">
        <w:rPr>
          <w:rFonts w:ascii="Arial" w:hAnsi="Arial" w:cs="Arial"/>
        </w:rPr>
        <w:t xml:space="preserve">está em péssimas condições estruturais, necessitando </w:t>
      </w:r>
      <w:r w:rsidRPr="0006309E">
        <w:rPr>
          <w:rFonts w:ascii="Arial" w:hAnsi="Arial" w:cs="Arial"/>
          <w:u w:val="single"/>
        </w:rPr>
        <w:t>com urgência</w:t>
      </w:r>
      <w:r>
        <w:rPr>
          <w:rFonts w:ascii="Arial" w:hAnsi="Arial" w:cs="Arial"/>
        </w:rPr>
        <w:t xml:space="preserve"> </w:t>
      </w:r>
      <w:r w:rsidRPr="0006309E">
        <w:rPr>
          <w:rFonts w:ascii="Arial" w:hAnsi="Arial" w:cs="Arial"/>
        </w:rPr>
        <w:t>de diversas obras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700086" w:rsidRDefault="00700086" w:rsidP="0050303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06309E">
        <w:rPr>
          <w:rFonts w:ascii="Arial" w:hAnsi="Arial" w:cs="Arial"/>
        </w:rPr>
        <w:t xml:space="preserve">o </w:t>
      </w:r>
      <w:r w:rsidR="0006309E" w:rsidRPr="00510326">
        <w:rPr>
          <w:rFonts w:ascii="Arial" w:hAnsi="Arial" w:cs="Arial"/>
        </w:rPr>
        <w:t>Governo do Estado de São Paulo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06309E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6309E">
        <w:rPr>
          <w:rFonts w:ascii="Arial" w:hAnsi="Arial" w:cs="Arial"/>
        </w:rPr>
        <w:t>28 de março de 2018.</w:t>
      </w:r>
    </w:p>
    <w:p w:rsidR="0006309E" w:rsidRDefault="000630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309E" w:rsidRDefault="000630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309E" w:rsidRDefault="000630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309E" w:rsidRPr="00A34F2C" w:rsidRDefault="0006309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06309E" w:rsidRDefault="0006309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06309E" w:rsidRPr="00A34F2C" w:rsidRDefault="0006309E" w:rsidP="00A34F2C">
      <w:pPr>
        <w:jc w:val="center"/>
        <w:rPr>
          <w:rFonts w:ascii="Arial" w:hAnsi="Arial" w:cs="Arial"/>
        </w:rPr>
      </w:pPr>
    </w:p>
    <w:sectPr w:rsidR="0006309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B87" w:rsidRDefault="00616B87">
      <w:r>
        <w:separator/>
      </w:r>
    </w:p>
  </w:endnote>
  <w:endnote w:type="continuationSeparator" w:id="0">
    <w:p w:rsidR="00616B87" w:rsidRDefault="00616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B87" w:rsidRDefault="00616B87">
      <w:r>
        <w:separator/>
      </w:r>
    </w:p>
  </w:footnote>
  <w:footnote w:type="continuationSeparator" w:id="0">
    <w:p w:rsidR="00616B87" w:rsidRDefault="00616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0FD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309E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D0319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3037"/>
    <w:rsid w:val="00505357"/>
    <w:rsid w:val="00505FD8"/>
    <w:rsid w:val="00510326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6B87"/>
    <w:rsid w:val="00624472"/>
    <w:rsid w:val="006426AE"/>
    <w:rsid w:val="00651AE5"/>
    <w:rsid w:val="00674F7D"/>
    <w:rsid w:val="006758CA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40FD1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1523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DAA35-F196-4BEB-B944-BE752F308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2018-03-27T11:53:00Z</cp:lastPrinted>
  <dcterms:created xsi:type="dcterms:W3CDTF">2018-03-27T11:55:00Z</dcterms:created>
  <dcterms:modified xsi:type="dcterms:W3CDTF">2018-03-27T11:55:00Z</dcterms:modified>
</cp:coreProperties>
</file>